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953" w:rsidRPr="004F0416" w:rsidRDefault="00DA5953">
      <w:pPr>
        <w:pStyle w:val="PlainText"/>
      </w:pPr>
    </w:p>
    <w:p w:rsidR="00DA5953" w:rsidRPr="004F0416" w:rsidRDefault="00DA5953">
      <w:pPr>
        <w:pStyle w:val="Heading1"/>
      </w:pPr>
      <w:r>
        <w:t>Kosztorys ofertowy</w:t>
      </w:r>
    </w:p>
    <w:p w:rsidR="00DA5953" w:rsidRDefault="00DA5953" w:rsidP="00A37A3F">
      <w:pPr>
        <w:shd w:val="clear" w:color="auto" w:fill="FFFFFF"/>
        <w:tabs>
          <w:tab w:val="left" w:pos="8080"/>
        </w:tabs>
        <w:ind w:left="567" w:right="582" w:firstLine="147"/>
        <w:jc w:val="center"/>
        <w:outlineLvl w:val="0"/>
      </w:pPr>
      <w:r>
        <w:t>na wykonanie asfaltowania</w:t>
      </w:r>
      <w:r w:rsidRPr="004F0416">
        <w:t xml:space="preserve"> drogi gminnej</w:t>
      </w:r>
      <w:r>
        <w:t xml:space="preserve"> </w:t>
      </w:r>
    </w:p>
    <w:p w:rsidR="00DA5953" w:rsidRDefault="00DA5953" w:rsidP="00A37A3F">
      <w:pPr>
        <w:shd w:val="clear" w:color="auto" w:fill="FFFFFF"/>
        <w:tabs>
          <w:tab w:val="left" w:pos="8080"/>
        </w:tabs>
        <w:ind w:left="567" w:right="582" w:firstLine="147"/>
        <w:jc w:val="center"/>
        <w:outlineLvl w:val="0"/>
      </w:pPr>
      <w:r>
        <w:rPr>
          <w:b/>
          <w:bCs/>
        </w:rPr>
        <w:t>Zalesie-Jadwigów</w:t>
      </w:r>
      <w:r w:rsidRPr="006B22D0">
        <w:rPr>
          <w:b/>
          <w:bCs/>
        </w:rPr>
        <w:t xml:space="preserve"> </w:t>
      </w:r>
      <w:r w:rsidRPr="004F0416">
        <w:rPr>
          <w:b/>
          <w:bCs/>
        </w:rPr>
        <w:t xml:space="preserve"> </w:t>
      </w:r>
      <w:r w:rsidRPr="004F0416">
        <w:t xml:space="preserve">na długości </w:t>
      </w:r>
      <w:r>
        <w:t xml:space="preserve"> </w:t>
      </w:r>
      <w:smartTag w:uri="urn:schemas-microsoft-com:office:smarttags" w:element="metricconverter">
        <w:smartTagPr>
          <w:attr w:name="ProductID" w:val="98,00 m"/>
        </w:smartTagPr>
        <w:r>
          <w:t>98,0</w:t>
        </w:r>
        <w:r w:rsidRPr="004F0416">
          <w:t>0 m</w:t>
        </w:r>
      </w:smartTag>
    </w:p>
    <w:p w:rsidR="00DA5953" w:rsidRPr="002712EB" w:rsidRDefault="00DA5953" w:rsidP="00A37A3F">
      <w:pPr>
        <w:shd w:val="clear" w:color="auto" w:fill="FFFFFF"/>
        <w:tabs>
          <w:tab w:val="left" w:pos="8080"/>
        </w:tabs>
        <w:ind w:left="567" w:right="582" w:firstLine="147"/>
        <w:jc w:val="center"/>
        <w:outlineLvl w:val="0"/>
      </w:pPr>
    </w:p>
    <w:p w:rsidR="00DA5953" w:rsidRPr="004F0416" w:rsidRDefault="00DA5953">
      <w:pPr>
        <w:pStyle w:val="PlainText"/>
        <w:rPr>
          <w:rFonts w:ascii="Times New Roman" w:hAnsi="Times New Roman" w:cs="Times New Roman"/>
        </w:rPr>
      </w:pPr>
    </w:p>
    <w:tbl>
      <w:tblPr>
        <w:tblW w:w="8932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4"/>
        <w:gridCol w:w="1135"/>
        <w:gridCol w:w="3685"/>
        <w:gridCol w:w="708"/>
        <w:gridCol w:w="922"/>
        <w:gridCol w:w="782"/>
        <w:gridCol w:w="1276"/>
      </w:tblGrid>
      <w:tr w:rsidR="00DA5953" w:rsidRPr="004F0416">
        <w:trPr>
          <w:cantSplit/>
          <w:trHeight w:val="233"/>
        </w:trPr>
        <w:tc>
          <w:tcPr>
            <w:tcW w:w="424" w:type="dxa"/>
            <w:vMerge w:val="restart"/>
            <w:vAlign w:val="center"/>
          </w:tcPr>
          <w:p w:rsidR="00DA5953" w:rsidRPr="004F0416" w:rsidRDefault="00DA5953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1135" w:type="dxa"/>
            <w:vMerge w:val="restart"/>
          </w:tcPr>
          <w:p w:rsidR="00DA5953" w:rsidRPr="004F0416" w:rsidRDefault="00DA5953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Numer</w:t>
            </w:r>
          </w:p>
          <w:p w:rsidR="00DA5953" w:rsidRPr="004F0416" w:rsidRDefault="00DA5953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SST</w:t>
            </w:r>
          </w:p>
        </w:tc>
        <w:tc>
          <w:tcPr>
            <w:tcW w:w="3685" w:type="dxa"/>
            <w:vMerge w:val="restart"/>
          </w:tcPr>
          <w:p w:rsidR="00DA5953" w:rsidRPr="004F0416" w:rsidRDefault="00DA5953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Wyszczególnienie Elementów Rozliczeniowych</w:t>
            </w:r>
          </w:p>
        </w:tc>
        <w:tc>
          <w:tcPr>
            <w:tcW w:w="1630" w:type="dxa"/>
            <w:gridSpan w:val="2"/>
          </w:tcPr>
          <w:p w:rsidR="00DA5953" w:rsidRPr="004F0416" w:rsidRDefault="00DA5953" w:rsidP="00F46D57">
            <w:pPr>
              <w:pStyle w:val="PlainText"/>
              <w:jc w:val="center"/>
            </w:pPr>
            <w:r w:rsidRPr="004F0416">
              <w:rPr>
                <w:rFonts w:ascii="Times New Roman" w:hAnsi="Times New Roman" w:cs="Times New Roman"/>
              </w:rPr>
              <w:t>Jednostka</w:t>
            </w:r>
          </w:p>
        </w:tc>
        <w:tc>
          <w:tcPr>
            <w:tcW w:w="782" w:type="dxa"/>
            <w:vMerge w:val="restart"/>
          </w:tcPr>
          <w:p w:rsidR="00DA5953" w:rsidRPr="004F0416" w:rsidRDefault="00DA5953" w:rsidP="00F46D57">
            <w:pPr>
              <w:pStyle w:val="PlainText"/>
              <w:jc w:val="center"/>
            </w:pPr>
            <w:r w:rsidRPr="004F0416">
              <w:rPr>
                <w:rFonts w:ascii="Times New Roman" w:hAnsi="Times New Roman" w:cs="Times New Roman"/>
              </w:rPr>
              <w:t>Cena Jedn.</w:t>
            </w:r>
          </w:p>
        </w:tc>
        <w:tc>
          <w:tcPr>
            <w:tcW w:w="1276" w:type="dxa"/>
            <w:vMerge w:val="restart"/>
            <w:vAlign w:val="center"/>
          </w:tcPr>
          <w:p w:rsidR="00DA5953" w:rsidRPr="004F0416" w:rsidRDefault="00DA5953" w:rsidP="00F46D57">
            <w:pPr>
              <w:pStyle w:val="PlainText"/>
              <w:jc w:val="center"/>
            </w:pPr>
            <w:r w:rsidRPr="004F0416">
              <w:rPr>
                <w:rFonts w:ascii="Times New Roman" w:hAnsi="Times New Roman" w:cs="Times New Roman"/>
              </w:rPr>
              <w:t>Wartość</w:t>
            </w:r>
          </w:p>
        </w:tc>
      </w:tr>
      <w:tr w:rsidR="00DA5953" w:rsidRPr="004F0416">
        <w:trPr>
          <w:cantSplit/>
          <w:trHeight w:val="232"/>
        </w:trPr>
        <w:tc>
          <w:tcPr>
            <w:tcW w:w="424" w:type="dxa"/>
            <w:vMerge/>
            <w:vAlign w:val="center"/>
          </w:tcPr>
          <w:p w:rsidR="00DA5953" w:rsidRPr="004F0416" w:rsidRDefault="00DA5953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</w:tcPr>
          <w:p w:rsidR="00DA5953" w:rsidRPr="004F0416" w:rsidRDefault="00DA5953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DA5953" w:rsidRPr="004F0416" w:rsidRDefault="00DA5953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DA5953" w:rsidRPr="004F0416" w:rsidRDefault="00DA5953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Nazwa</w:t>
            </w:r>
          </w:p>
        </w:tc>
        <w:tc>
          <w:tcPr>
            <w:tcW w:w="922" w:type="dxa"/>
          </w:tcPr>
          <w:p w:rsidR="00DA5953" w:rsidRPr="004F0416" w:rsidRDefault="00DA5953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4F0416">
              <w:rPr>
                <w:rFonts w:ascii="Times New Roman" w:hAnsi="Times New Roman" w:cs="Times New Roman"/>
              </w:rPr>
              <w:t>Ilość</w:t>
            </w:r>
          </w:p>
        </w:tc>
        <w:tc>
          <w:tcPr>
            <w:tcW w:w="782" w:type="dxa"/>
            <w:vMerge/>
          </w:tcPr>
          <w:p w:rsidR="00DA5953" w:rsidRPr="004F0416" w:rsidRDefault="00DA5953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DA5953" w:rsidRPr="004F0416" w:rsidRDefault="00DA5953" w:rsidP="00F46D57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5953" w:rsidRPr="004F0416">
        <w:trPr>
          <w:cantSplit/>
        </w:trPr>
        <w:tc>
          <w:tcPr>
            <w:tcW w:w="424" w:type="dxa"/>
            <w:tcBorders>
              <w:left w:val="nil"/>
              <w:right w:val="nil"/>
            </w:tcBorders>
          </w:tcPr>
          <w:p w:rsidR="00DA5953" w:rsidRPr="004F0416" w:rsidRDefault="00DA5953" w:rsidP="004B58B6">
            <w:pPr>
              <w:shd w:val="clear" w:color="auto" w:fill="FFFFFF"/>
            </w:pPr>
          </w:p>
        </w:tc>
        <w:tc>
          <w:tcPr>
            <w:tcW w:w="1135" w:type="dxa"/>
            <w:tcBorders>
              <w:left w:val="nil"/>
              <w:right w:val="nil"/>
            </w:tcBorders>
          </w:tcPr>
          <w:p w:rsidR="00DA5953" w:rsidRPr="004F0416" w:rsidRDefault="00DA5953"/>
        </w:tc>
        <w:tc>
          <w:tcPr>
            <w:tcW w:w="3685" w:type="dxa"/>
            <w:tcBorders>
              <w:left w:val="nil"/>
              <w:right w:val="nil"/>
            </w:tcBorders>
          </w:tcPr>
          <w:p w:rsidR="00DA5953" w:rsidRPr="004F0416" w:rsidRDefault="00DA5953" w:rsidP="00E3296B">
            <w:pPr>
              <w:shd w:val="clear" w:color="auto" w:fill="FFFFFF"/>
              <w:ind w:left="163"/>
            </w:pPr>
          </w:p>
        </w:tc>
        <w:tc>
          <w:tcPr>
            <w:tcW w:w="708" w:type="dxa"/>
            <w:tcBorders>
              <w:left w:val="nil"/>
              <w:right w:val="nil"/>
            </w:tcBorders>
          </w:tcPr>
          <w:p w:rsidR="00DA5953" w:rsidRPr="004F0416" w:rsidRDefault="00DA5953" w:rsidP="00173EB8">
            <w:pPr>
              <w:shd w:val="clear" w:color="auto" w:fill="FFFFFF"/>
            </w:pPr>
          </w:p>
        </w:tc>
        <w:tc>
          <w:tcPr>
            <w:tcW w:w="922" w:type="dxa"/>
            <w:tcBorders>
              <w:left w:val="nil"/>
              <w:right w:val="nil"/>
            </w:tcBorders>
          </w:tcPr>
          <w:p w:rsidR="00DA5953" w:rsidRPr="004F0416" w:rsidRDefault="00DA5953" w:rsidP="00F06B37">
            <w:pPr>
              <w:shd w:val="clear" w:color="auto" w:fill="FFFFFF"/>
            </w:pPr>
          </w:p>
        </w:tc>
        <w:tc>
          <w:tcPr>
            <w:tcW w:w="782" w:type="dxa"/>
            <w:tcBorders>
              <w:left w:val="nil"/>
              <w:right w:val="nil"/>
            </w:tcBorders>
          </w:tcPr>
          <w:p w:rsidR="00DA5953" w:rsidRPr="004F0416" w:rsidRDefault="00DA5953" w:rsidP="00CF0D6D">
            <w:pPr>
              <w:pStyle w:val="BodyText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</w:tcPr>
          <w:p w:rsidR="00DA5953" w:rsidRPr="004F0416" w:rsidRDefault="00DA5953" w:rsidP="00CF0D6D">
            <w:pPr>
              <w:pStyle w:val="BodyText"/>
              <w:jc w:val="right"/>
              <w:rPr>
                <w:sz w:val="20"/>
                <w:szCs w:val="20"/>
              </w:rPr>
            </w:pPr>
          </w:p>
        </w:tc>
      </w:tr>
      <w:tr w:rsidR="00DA5953" w:rsidRPr="004F0416">
        <w:trPr>
          <w:cantSplit/>
          <w:trHeight w:val="225"/>
        </w:trPr>
        <w:tc>
          <w:tcPr>
            <w:tcW w:w="424" w:type="dxa"/>
            <w:vAlign w:val="center"/>
          </w:tcPr>
          <w:p w:rsidR="00DA5953" w:rsidRPr="004F0416" w:rsidRDefault="00DA5953" w:rsidP="00B80AD4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135" w:type="dxa"/>
          </w:tcPr>
          <w:p w:rsidR="00DA5953" w:rsidRPr="004F0416" w:rsidRDefault="00DA5953" w:rsidP="00B80AD4">
            <w:pPr>
              <w:shd w:val="clear" w:color="auto" w:fill="FFFFFF"/>
              <w:jc w:val="center"/>
              <w:rPr>
                <w:b/>
                <w:bCs/>
              </w:rPr>
            </w:pPr>
            <w:r w:rsidRPr="004F0416">
              <w:rPr>
                <w:b/>
                <w:bCs/>
              </w:rPr>
              <w:t>D-04.00.00</w:t>
            </w:r>
          </w:p>
        </w:tc>
        <w:tc>
          <w:tcPr>
            <w:tcW w:w="3685" w:type="dxa"/>
          </w:tcPr>
          <w:p w:rsidR="00DA5953" w:rsidRPr="004F0416" w:rsidRDefault="00DA5953" w:rsidP="00DC7C6E">
            <w:pPr>
              <w:shd w:val="clear" w:color="auto" w:fill="FFFFFF"/>
              <w:rPr>
                <w:b/>
                <w:bCs/>
              </w:rPr>
            </w:pPr>
            <w:r w:rsidRPr="004F0416">
              <w:rPr>
                <w:b/>
                <w:bCs/>
              </w:rPr>
              <w:t>I. Podbudowa   CPV 45233000-9</w:t>
            </w:r>
          </w:p>
        </w:tc>
        <w:tc>
          <w:tcPr>
            <w:tcW w:w="708" w:type="dxa"/>
          </w:tcPr>
          <w:p w:rsidR="00DA5953" w:rsidRPr="004F0416" w:rsidRDefault="00DA5953" w:rsidP="00B80AD4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922" w:type="dxa"/>
            <w:vAlign w:val="bottom"/>
          </w:tcPr>
          <w:p w:rsidR="00DA5953" w:rsidRPr="004F0416" w:rsidRDefault="00DA5953" w:rsidP="00B80AD4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82" w:type="dxa"/>
            <w:vAlign w:val="bottom"/>
          </w:tcPr>
          <w:p w:rsidR="00DA5953" w:rsidRPr="004F0416" w:rsidRDefault="00DA5953" w:rsidP="001668C0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DA5953" w:rsidRPr="004F0416" w:rsidRDefault="00DA5953" w:rsidP="008E4721">
            <w:pPr>
              <w:pStyle w:val="BodyText"/>
              <w:jc w:val="right"/>
              <w:rPr>
                <w:sz w:val="20"/>
                <w:szCs w:val="20"/>
              </w:rPr>
            </w:pPr>
          </w:p>
        </w:tc>
      </w:tr>
      <w:tr w:rsidR="00DA5953" w:rsidRPr="004F0416">
        <w:trPr>
          <w:cantSplit/>
          <w:trHeight w:val="225"/>
        </w:trPr>
        <w:tc>
          <w:tcPr>
            <w:tcW w:w="424" w:type="dxa"/>
          </w:tcPr>
          <w:p w:rsidR="00DA5953" w:rsidRPr="004F0416" w:rsidRDefault="00DA5953" w:rsidP="00B80AD4">
            <w:pPr>
              <w:shd w:val="clear" w:color="auto" w:fill="FFFFFF"/>
              <w:jc w:val="center"/>
            </w:pPr>
            <w:r>
              <w:t>1</w:t>
            </w:r>
            <w:r w:rsidRPr="004F0416">
              <w:t>.</w:t>
            </w:r>
          </w:p>
        </w:tc>
        <w:tc>
          <w:tcPr>
            <w:tcW w:w="1135" w:type="dxa"/>
          </w:tcPr>
          <w:p w:rsidR="00DA5953" w:rsidRPr="004F0416" w:rsidRDefault="00DA5953" w:rsidP="00F44624">
            <w:pPr>
              <w:shd w:val="clear" w:color="auto" w:fill="FFFFFF"/>
              <w:jc w:val="center"/>
            </w:pPr>
            <w:r w:rsidRPr="004F0416">
              <w:t>04.0</w:t>
            </w:r>
            <w:r>
              <w:t>4</w:t>
            </w:r>
            <w:r w:rsidRPr="004F0416">
              <w:t>.0</w:t>
            </w:r>
            <w:r>
              <w:t>2</w:t>
            </w:r>
          </w:p>
        </w:tc>
        <w:tc>
          <w:tcPr>
            <w:tcW w:w="3685" w:type="dxa"/>
          </w:tcPr>
          <w:p w:rsidR="00DA5953" w:rsidRPr="004F0416" w:rsidRDefault="00DA5953" w:rsidP="00A87BDE">
            <w:pPr>
              <w:shd w:val="clear" w:color="auto" w:fill="FFFFFF"/>
            </w:pPr>
            <w:r w:rsidRPr="004F0416">
              <w:t>Wyrównanie- wzmocnien</w:t>
            </w:r>
            <w:r>
              <w:t xml:space="preserve">ie podbudowy </w:t>
            </w:r>
            <w:r w:rsidRPr="004F0416">
              <w:t xml:space="preserve"> kruszywem łamanym </w:t>
            </w:r>
            <w:r>
              <w:t>o uziarnieniu 0-</w:t>
            </w:r>
            <w:smartTag w:uri="urn:schemas-microsoft-com:office:smarttags" w:element="metricconverter">
              <w:smartTagPr>
                <w:attr w:name="ProductID" w:val="4 cm"/>
              </w:smartTagPr>
              <w:r>
                <w:t>31,5 mm</w:t>
              </w:r>
            </w:smartTag>
            <w:r>
              <w:t xml:space="preserve"> przy średniej grub.15</w:t>
            </w:r>
            <w:r w:rsidRPr="004F0416">
              <w:t xml:space="preserve"> cm</w:t>
            </w:r>
          </w:p>
          <w:p w:rsidR="00DA5953" w:rsidRPr="004F0416" w:rsidRDefault="00DA5953" w:rsidP="0019436E">
            <w:pPr>
              <w:shd w:val="clear" w:color="auto" w:fill="FFFFFF"/>
            </w:pPr>
          </w:p>
        </w:tc>
        <w:tc>
          <w:tcPr>
            <w:tcW w:w="708" w:type="dxa"/>
          </w:tcPr>
          <w:p w:rsidR="00DA5953" w:rsidRPr="004F0416" w:rsidRDefault="00DA5953" w:rsidP="00B80AD4">
            <w:pPr>
              <w:shd w:val="clear" w:color="auto" w:fill="FFFFFF"/>
              <w:jc w:val="center"/>
            </w:pPr>
          </w:p>
          <w:p w:rsidR="00DA5953" w:rsidRPr="004F0416" w:rsidRDefault="00DA5953" w:rsidP="004F228A">
            <w:pPr>
              <w:shd w:val="clear" w:color="auto" w:fill="FFFFFF"/>
            </w:pPr>
          </w:p>
          <w:p w:rsidR="00DA5953" w:rsidRPr="004F0416" w:rsidRDefault="00DA5953" w:rsidP="004F228A">
            <w:pPr>
              <w:shd w:val="clear" w:color="auto" w:fill="FFFFFF"/>
            </w:pPr>
          </w:p>
          <w:p w:rsidR="00DA5953" w:rsidRPr="00F44624" w:rsidRDefault="00DA5953" w:rsidP="00B80AD4">
            <w:pPr>
              <w:shd w:val="clear" w:color="auto" w:fill="FFFFFF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922" w:type="dxa"/>
            <w:vAlign w:val="bottom"/>
          </w:tcPr>
          <w:p w:rsidR="00DA5953" w:rsidRPr="004F0416" w:rsidRDefault="00DA5953" w:rsidP="009731AA">
            <w:pPr>
              <w:shd w:val="clear" w:color="auto" w:fill="FFFFFF"/>
            </w:pPr>
            <w:r>
              <w:t>457,40</w:t>
            </w:r>
          </w:p>
        </w:tc>
        <w:tc>
          <w:tcPr>
            <w:tcW w:w="782" w:type="dxa"/>
            <w:vAlign w:val="bottom"/>
          </w:tcPr>
          <w:p w:rsidR="00DA5953" w:rsidRPr="004F0416" w:rsidRDefault="00DA5953" w:rsidP="00574B71">
            <w:pPr>
              <w:pStyle w:val="BodyText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DA5953" w:rsidRPr="004F0416" w:rsidRDefault="00DA5953" w:rsidP="00574B71">
            <w:pPr>
              <w:pStyle w:val="BodyText"/>
              <w:jc w:val="left"/>
              <w:rPr>
                <w:sz w:val="20"/>
                <w:szCs w:val="20"/>
              </w:rPr>
            </w:pPr>
          </w:p>
        </w:tc>
      </w:tr>
      <w:tr w:rsidR="00DA5953" w:rsidRPr="004F0416">
        <w:trPr>
          <w:cantSplit/>
          <w:trHeight w:val="232"/>
        </w:trPr>
        <w:tc>
          <w:tcPr>
            <w:tcW w:w="424" w:type="dxa"/>
          </w:tcPr>
          <w:p w:rsidR="00DA5953" w:rsidRPr="004F0416" w:rsidRDefault="00DA5953" w:rsidP="00B80AD4">
            <w:pPr>
              <w:shd w:val="clear" w:color="auto" w:fill="FFFFFF"/>
              <w:jc w:val="center"/>
            </w:pPr>
            <w:r>
              <w:t>2.</w:t>
            </w:r>
          </w:p>
        </w:tc>
        <w:tc>
          <w:tcPr>
            <w:tcW w:w="1135" w:type="dxa"/>
          </w:tcPr>
          <w:p w:rsidR="00DA5953" w:rsidRPr="004F0416" w:rsidRDefault="00DA5953" w:rsidP="00B80AD4">
            <w:pPr>
              <w:jc w:val="center"/>
            </w:pPr>
            <w:r>
              <w:t>04.01.01</w:t>
            </w:r>
          </w:p>
        </w:tc>
        <w:tc>
          <w:tcPr>
            <w:tcW w:w="3685" w:type="dxa"/>
          </w:tcPr>
          <w:p w:rsidR="00DA5953" w:rsidRPr="004F0416" w:rsidRDefault="00DA5953" w:rsidP="005E28D7">
            <w:pPr>
              <w:shd w:val="clear" w:color="auto" w:fill="FFFFFF"/>
              <w:ind w:right="-70" w:firstLine="24"/>
            </w:pPr>
            <w:r>
              <w:t>Profilowanie istniejącej podbudowy do wymaganych spadków poprzecznych            .</w:t>
            </w:r>
          </w:p>
        </w:tc>
        <w:tc>
          <w:tcPr>
            <w:tcW w:w="708" w:type="dxa"/>
            <w:vAlign w:val="bottom"/>
          </w:tcPr>
          <w:p w:rsidR="00DA5953" w:rsidRPr="004F4590" w:rsidRDefault="00DA5953" w:rsidP="004F4590">
            <w:pPr>
              <w:shd w:val="clear" w:color="auto" w:fill="FFFFFF"/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922" w:type="dxa"/>
            <w:vAlign w:val="bottom"/>
          </w:tcPr>
          <w:p w:rsidR="00DA5953" w:rsidRPr="004F0416" w:rsidRDefault="00DA5953" w:rsidP="002670C6">
            <w:pPr>
              <w:shd w:val="clear" w:color="auto" w:fill="FFFFFF"/>
              <w:jc w:val="center"/>
            </w:pPr>
            <w:r>
              <w:t>457,40</w:t>
            </w:r>
          </w:p>
        </w:tc>
        <w:tc>
          <w:tcPr>
            <w:tcW w:w="782" w:type="dxa"/>
            <w:vAlign w:val="bottom"/>
          </w:tcPr>
          <w:p w:rsidR="00DA5953" w:rsidRPr="004F0416" w:rsidRDefault="00DA5953" w:rsidP="00574B71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bottom"/>
          </w:tcPr>
          <w:p w:rsidR="00DA5953" w:rsidRPr="004F0416" w:rsidRDefault="00DA5953" w:rsidP="00574B71">
            <w:pPr>
              <w:pStyle w:val="PlainText"/>
              <w:rPr>
                <w:rFonts w:ascii="Times New Roman" w:hAnsi="Times New Roman" w:cs="Times New Roman"/>
              </w:rPr>
            </w:pPr>
          </w:p>
        </w:tc>
      </w:tr>
      <w:tr w:rsidR="00DA5953" w:rsidRPr="004F0416">
        <w:trPr>
          <w:cantSplit/>
          <w:trHeight w:val="225"/>
        </w:trPr>
        <w:tc>
          <w:tcPr>
            <w:tcW w:w="424" w:type="dxa"/>
          </w:tcPr>
          <w:p w:rsidR="00DA5953" w:rsidRPr="004F0416" w:rsidRDefault="00DA5953" w:rsidP="00B80AD4">
            <w:pPr>
              <w:shd w:val="clear" w:color="auto" w:fill="FFFFFF"/>
              <w:jc w:val="center"/>
            </w:pPr>
            <w:r>
              <w:t>3</w:t>
            </w:r>
            <w:r w:rsidRPr="004F0416">
              <w:t>.</w:t>
            </w:r>
          </w:p>
        </w:tc>
        <w:tc>
          <w:tcPr>
            <w:tcW w:w="1135" w:type="dxa"/>
          </w:tcPr>
          <w:p w:rsidR="00DA5953" w:rsidRPr="004F0416" w:rsidRDefault="00DA5953" w:rsidP="00B80AD4">
            <w:pPr>
              <w:shd w:val="clear" w:color="auto" w:fill="FFFFFF"/>
              <w:jc w:val="center"/>
            </w:pPr>
            <w:r w:rsidRPr="004F0416">
              <w:t>04.03.01</w:t>
            </w:r>
          </w:p>
        </w:tc>
        <w:tc>
          <w:tcPr>
            <w:tcW w:w="3685" w:type="dxa"/>
          </w:tcPr>
          <w:p w:rsidR="00DA5953" w:rsidRPr="004F0416" w:rsidRDefault="00DA5953" w:rsidP="00B80AD4">
            <w:pPr>
              <w:shd w:val="clear" w:color="auto" w:fill="FFFFFF"/>
            </w:pPr>
            <w:r>
              <w:t>Mechaniczne oczyszczenie i s</w:t>
            </w:r>
            <w:r w:rsidRPr="004F0416">
              <w:t>kropienie podbudowy lepiszczem asfaltowym w ilości 0,5 kg/m</w:t>
            </w:r>
            <w:r w:rsidRPr="004F0416">
              <w:rPr>
                <w:vertAlign w:val="superscript"/>
              </w:rPr>
              <w:t>2</w:t>
            </w:r>
          </w:p>
          <w:p w:rsidR="00DA5953" w:rsidRPr="004F0416" w:rsidRDefault="00DA5953" w:rsidP="006B22D0">
            <w:pPr>
              <w:shd w:val="clear" w:color="auto" w:fill="FFFFFF"/>
            </w:pPr>
          </w:p>
        </w:tc>
        <w:tc>
          <w:tcPr>
            <w:tcW w:w="708" w:type="dxa"/>
          </w:tcPr>
          <w:p w:rsidR="00DA5953" w:rsidRPr="004F0416" w:rsidRDefault="00DA5953" w:rsidP="00221A44">
            <w:pPr>
              <w:shd w:val="clear" w:color="auto" w:fill="FFFFFF"/>
            </w:pPr>
          </w:p>
          <w:p w:rsidR="00DA5953" w:rsidRDefault="00DA5953" w:rsidP="00221A44">
            <w:pPr>
              <w:shd w:val="clear" w:color="auto" w:fill="FFFFFF"/>
            </w:pPr>
          </w:p>
          <w:p w:rsidR="00DA5953" w:rsidRPr="004F0416" w:rsidRDefault="00DA5953" w:rsidP="00221A44">
            <w:pPr>
              <w:shd w:val="clear" w:color="auto" w:fill="FFFFFF"/>
            </w:pPr>
          </w:p>
          <w:p w:rsidR="00DA5953" w:rsidRPr="004F0416" w:rsidRDefault="00DA5953" w:rsidP="00B80AD4">
            <w:pPr>
              <w:shd w:val="clear" w:color="auto" w:fill="FFFFFF"/>
              <w:jc w:val="center"/>
              <w:rPr>
                <w:vertAlign w:val="superscript"/>
              </w:rPr>
            </w:pPr>
            <w:r w:rsidRPr="004F0416">
              <w:t>m</w:t>
            </w:r>
            <w:r w:rsidRPr="004F0416">
              <w:rPr>
                <w:vertAlign w:val="superscript"/>
              </w:rPr>
              <w:t>2</w:t>
            </w:r>
          </w:p>
        </w:tc>
        <w:tc>
          <w:tcPr>
            <w:tcW w:w="922" w:type="dxa"/>
            <w:vAlign w:val="bottom"/>
          </w:tcPr>
          <w:p w:rsidR="00DA5953" w:rsidRPr="004F0416" w:rsidRDefault="00DA5953" w:rsidP="00B80AD4">
            <w:pPr>
              <w:shd w:val="clear" w:color="auto" w:fill="FFFFFF"/>
              <w:jc w:val="center"/>
            </w:pPr>
            <w:r>
              <w:t>457,40</w:t>
            </w:r>
          </w:p>
        </w:tc>
        <w:tc>
          <w:tcPr>
            <w:tcW w:w="782" w:type="dxa"/>
            <w:vAlign w:val="bottom"/>
          </w:tcPr>
          <w:p w:rsidR="00DA5953" w:rsidRPr="004F0416" w:rsidRDefault="00DA5953" w:rsidP="00574B71">
            <w:pPr>
              <w:pStyle w:val="BodyText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DA5953" w:rsidRPr="004F0416" w:rsidRDefault="00DA5953" w:rsidP="00574B71">
            <w:pPr>
              <w:pStyle w:val="BodyText"/>
              <w:jc w:val="left"/>
              <w:rPr>
                <w:sz w:val="20"/>
                <w:szCs w:val="20"/>
              </w:rPr>
            </w:pPr>
          </w:p>
        </w:tc>
      </w:tr>
      <w:tr w:rsidR="00DA5953" w:rsidRPr="004F0416">
        <w:trPr>
          <w:cantSplit/>
          <w:trHeight w:val="225"/>
        </w:trPr>
        <w:tc>
          <w:tcPr>
            <w:tcW w:w="424" w:type="dxa"/>
          </w:tcPr>
          <w:p w:rsidR="00DA5953" w:rsidRPr="004F0416" w:rsidRDefault="00DA5953" w:rsidP="00E374EB">
            <w:pPr>
              <w:shd w:val="clear" w:color="auto" w:fill="FFFFFF"/>
              <w:jc w:val="center"/>
            </w:pPr>
            <w:r>
              <w:t>4</w:t>
            </w:r>
            <w:r w:rsidRPr="004F0416">
              <w:t>.</w:t>
            </w:r>
          </w:p>
        </w:tc>
        <w:tc>
          <w:tcPr>
            <w:tcW w:w="1135" w:type="dxa"/>
          </w:tcPr>
          <w:p w:rsidR="00DA5953" w:rsidRPr="004F0416" w:rsidRDefault="00DA5953" w:rsidP="004F4590">
            <w:pPr>
              <w:jc w:val="center"/>
            </w:pPr>
            <w:r w:rsidRPr="004F0416">
              <w:t>04.0</w:t>
            </w:r>
            <w:r>
              <w:t>8</w:t>
            </w:r>
            <w:r w:rsidRPr="004F0416">
              <w:t>.0</w:t>
            </w:r>
            <w:r>
              <w:t>1</w:t>
            </w:r>
          </w:p>
        </w:tc>
        <w:tc>
          <w:tcPr>
            <w:tcW w:w="3685" w:type="dxa"/>
          </w:tcPr>
          <w:p w:rsidR="00DA5953" w:rsidRPr="004F4590" w:rsidRDefault="00DA5953" w:rsidP="004F4590">
            <w:pPr>
              <w:shd w:val="clear" w:color="auto" w:fill="FFFFFF"/>
              <w:ind w:right="-70" w:firstLine="24"/>
            </w:pPr>
            <w:r w:rsidRPr="004F0416">
              <w:t xml:space="preserve">Wykonanie </w:t>
            </w:r>
            <w:r>
              <w:t>warstwy wyrównawczo – wzmacniającej z mieszanki mineralno- asfaltowej AC 11W 50/70 wg WT-2 2014 w ilości  50,0 kg/m</w:t>
            </w:r>
            <w:r>
              <w:rPr>
                <w:vertAlign w:val="superscript"/>
              </w:rPr>
              <w:t>2</w:t>
            </w:r>
            <w:r>
              <w:t xml:space="preserve"> dla KR-1-2</w:t>
            </w:r>
          </w:p>
          <w:p w:rsidR="00DA5953" w:rsidRPr="004F0416" w:rsidRDefault="00DA5953" w:rsidP="006B22D0">
            <w:pPr>
              <w:shd w:val="clear" w:color="auto" w:fill="FFFFFF"/>
              <w:ind w:firstLine="24"/>
            </w:pPr>
          </w:p>
        </w:tc>
        <w:tc>
          <w:tcPr>
            <w:tcW w:w="708" w:type="dxa"/>
          </w:tcPr>
          <w:p w:rsidR="00DA5953" w:rsidRPr="004F0416" w:rsidRDefault="00DA5953" w:rsidP="00E374EB">
            <w:pPr>
              <w:shd w:val="clear" w:color="auto" w:fill="FFFFFF"/>
              <w:jc w:val="center"/>
            </w:pPr>
          </w:p>
          <w:p w:rsidR="00DA5953" w:rsidRDefault="00DA5953" w:rsidP="00E374EB">
            <w:pPr>
              <w:shd w:val="clear" w:color="auto" w:fill="FFFFFF"/>
            </w:pPr>
          </w:p>
          <w:p w:rsidR="00DA5953" w:rsidRDefault="00DA5953" w:rsidP="00E374EB">
            <w:pPr>
              <w:shd w:val="clear" w:color="auto" w:fill="FFFFFF"/>
            </w:pPr>
          </w:p>
          <w:p w:rsidR="00DA5953" w:rsidRPr="004F0416" w:rsidRDefault="00DA5953" w:rsidP="00E374EB">
            <w:pPr>
              <w:shd w:val="clear" w:color="auto" w:fill="FFFFFF"/>
            </w:pPr>
          </w:p>
          <w:p w:rsidR="00DA5953" w:rsidRPr="004F0416" w:rsidRDefault="00DA5953" w:rsidP="00E374EB">
            <w:pPr>
              <w:shd w:val="clear" w:color="auto" w:fill="FFFFFF"/>
              <w:jc w:val="center"/>
            </w:pPr>
            <w:r w:rsidRPr="004F0416">
              <w:t>m</w:t>
            </w:r>
            <w:r w:rsidRPr="004F0416">
              <w:rPr>
                <w:vertAlign w:val="superscript"/>
              </w:rPr>
              <w:t>2</w:t>
            </w:r>
          </w:p>
        </w:tc>
        <w:tc>
          <w:tcPr>
            <w:tcW w:w="922" w:type="dxa"/>
            <w:vAlign w:val="bottom"/>
          </w:tcPr>
          <w:p w:rsidR="00DA5953" w:rsidRPr="004F0416" w:rsidRDefault="00DA5953" w:rsidP="00E374EB">
            <w:pPr>
              <w:shd w:val="clear" w:color="auto" w:fill="FFFFFF"/>
              <w:jc w:val="center"/>
            </w:pPr>
            <w:r>
              <w:t>439,76</w:t>
            </w:r>
          </w:p>
        </w:tc>
        <w:tc>
          <w:tcPr>
            <w:tcW w:w="782" w:type="dxa"/>
            <w:vAlign w:val="bottom"/>
          </w:tcPr>
          <w:p w:rsidR="00DA5953" w:rsidRPr="004F0416" w:rsidRDefault="00DA5953" w:rsidP="00574B71">
            <w:pPr>
              <w:pStyle w:val="PlainTex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bottom"/>
          </w:tcPr>
          <w:p w:rsidR="00DA5953" w:rsidRPr="004F0416" w:rsidRDefault="00DA5953" w:rsidP="00574B71">
            <w:pPr>
              <w:pStyle w:val="PlainText"/>
              <w:rPr>
                <w:rFonts w:ascii="Times New Roman" w:hAnsi="Times New Roman" w:cs="Times New Roman"/>
              </w:rPr>
            </w:pPr>
          </w:p>
        </w:tc>
      </w:tr>
      <w:tr w:rsidR="00DA5953" w:rsidRPr="004F0416">
        <w:trPr>
          <w:cantSplit/>
          <w:trHeight w:val="225"/>
        </w:trPr>
        <w:tc>
          <w:tcPr>
            <w:tcW w:w="424" w:type="dxa"/>
          </w:tcPr>
          <w:p w:rsidR="00DA5953" w:rsidRPr="004F0416" w:rsidRDefault="00DA5953" w:rsidP="00B80AD4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135" w:type="dxa"/>
          </w:tcPr>
          <w:p w:rsidR="00DA5953" w:rsidRPr="004F0416" w:rsidRDefault="00DA5953" w:rsidP="00B80AD4">
            <w:pPr>
              <w:shd w:val="clear" w:color="auto" w:fill="FFFFFF"/>
              <w:jc w:val="center"/>
              <w:rPr>
                <w:b/>
                <w:bCs/>
              </w:rPr>
            </w:pPr>
            <w:r w:rsidRPr="004F0416">
              <w:rPr>
                <w:b/>
                <w:bCs/>
              </w:rPr>
              <w:t>D-05.00.00</w:t>
            </w:r>
          </w:p>
        </w:tc>
        <w:tc>
          <w:tcPr>
            <w:tcW w:w="3685" w:type="dxa"/>
          </w:tcPr>
          <w:p w:rsidR="00DA5953" w:rsidRPr="004F0416" w:rsidRDefault="00DA5953" w:rsidP="006B22D0">
            <w:pPr>
              <w:shd w:val="clear" w:color="auto" w:fill="FFFFFF"/>
              <w:rPr>
                <w:b/>
                <w:bCs/>
              </w:rPr>
            </w:pPr>
            <w:r>
              <w:rPr>
                <w:b/>
                <w:bCs/>
              </w:rPr>
              <w:t>II</w:t>
            </w:r>
            <w:r w:rsidRPr="004F0416">
              <w:rPr>
                <w:b/>
                <w:bCs/>
              </w:rPr>
              <w:t>. Nawierzchnia      CPV 45233000-9</w:t>
            </w:r>
          </w:p>
        </w:tc>
        <w:tc>
          <w:tcPr>
            <w:tcW w:w="708" w:type="dxa"/>
          </w:tcPr>
          <w:p w:rsidR="00DA5953" w:rsidRPr="004F0416" w:rsidRDefault="00DA5953" w:rsidP="00B80AD4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922" w:type="dxa"/>
            <w:vAlign w:val="bottom"/>
          </w:tcPr>
          <w:p w:rsidR="00DA5953" w:rsidRPr="004F0416" w:rsidRDefault="00DA5953" w:rsidP="00B80AD4">
            <w:pPr>
              <w:shd w:val="clear" w:color="auto" w:fill="FFFFFF"/>
              <w:jc w:val="center"/>
            </w:pPr>
          </w:p>
        </w:tc>
        <w:tc>
          <w:tcPr>
            <w:tcW w:w="782" w:type="dxa"/>
            <w:vAlign w:val="bottom"/>
          </w:tcPr>
          <w:p w:rsidR="00DA5953" w:rsidRPr="004F0416" w:rsidRDefault="00DA5953" w:rsidP="001668C0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DA5953" w:rsidRPr="004F0416" w:rsidRDefault="00DA5953" w:rsidP="008E4721">
            <w:pPr>
              <w:pStyle w:val="BodyText"/>
              <w:jc w:val="right"/>
              <w:rPr>
                <w:sz w:val="20"/>
                <w:szCs w:val="20"/>
              </w:rPr>
            </w:pPr>
          </w:p>
        </w:tc>
      </w:tr>
      <w:tr w:rsidR="00DA5953" w:rsidRPr="004F0416">
        <w:trPr>
          <w:cantSplit/>
          <w:trHeight w:val="225"/>
        </w:trPr>
        <w:tc>
          <w:tcPr>
            <w:tcW w:w="424" w:type="dxa"/>
          </w:tcPr>
          <w:p w:rsidR="00DA5953" w:rsidRPr="004F0416" w:rsidRDefault="00DA5953" w:rsidP="004F228A">
            <w:pPr>
              <w:shd w:val="clear" w:color="auto" w:fill="FFFFFF"/>
              <w:jc w:val="center"/>
            </w:pPr>
            <w:r>
              <w:t>5</w:t>
            </w:r>
            <w:r w:rsidRPr="004F0416">
              <w:t>.</w:t>
            </w:r>
          </w:p>
        </w:tc>
        <w:tc>
          <w:tcPr>
            <w:tcW w:w="1135" w:type="dxa"/>
          </w:tcPr>
          <w:p w:rsidR="00DA5953" w:rsidRPr="004F0416" w:rsidRDefault="00DA5953" w:rsidP="00B80AD4">
            <w:pPr>
              <w:shd w:val="clear" w:color="auto" w:fill="FFFFFF"/>
              <w:jc w:val="center"/>
            </w:pPr>
            <w:r w:rsidRPr="004F0416">
              <w:t>05.03.05</w:t>
            </w:r>
          </w:p>
        </w:tc>
        <w:tc>
          <w:tcPr>
            <w:tcW w:w="3685" w:type="dxa"/>
          </w:tcPr>
          <w:p w:rsidR="00DA5953" w:rsidRDefault="00DA5953" w:rsidP="00F24F9D">
            <w:pPr>
              <w:shd w:val="clear" w:color="auto" w:fill="FFFFFF"/>
              <w:tabs>
                <w:tab w:val="left" w:pos="3545"/>
              </w:tabs>
              <w:ind w:right="-70" w:firstLine="10"/>
            </w:pPr>
            <w:r w:rsidRPr="004F0416">
              <w:t xml:space="preserve">Wykonanie warstwy </w:t>
            </w:r>
            <w:r>
              <w:t xml:space="preserve">ścieralnej </w:t>
            </w:r>
            <w:r w:rsidRPr="004F0416">
              <w:t xml:space="preserve">z mieszanki mineralno-asfaltowej </w:t>
            </w:r>
            <w:r>
              <w:t xml:space="preserve">AC 11S 50/70 </w:t>
            </w:r>
          </w:p>
          <w:p w:rsidR="00DA5953" w:rsidRPr="004F0416" w:rsidRDefault="00DA5953" w:rsidP="00F24F9D">
            <w:pPr>
              <w:shd w:val="clear" w:color="auto" w:fill="FFFFFF"/>
              <w:tabs>
                <w:tab w:val="left" w:pos="3545"/>
              </w:tabs>
              <w:ind w:right="-70" w:firstLine="10"/>
            </w:pPr>
            <w:r>
              <w:t>wg WT-2 2014r</w:t>
            </w:r>
            <w:r w:rsidRPr="004F0416">
              <w:t xml:space="preserve"> grub. </w:t>
            </w:r>
            <w:smartTag w:uri="urn:schemas-microsoft-com:office:smarttags" w:element="metricconverter">
              <w:smartTagPr>
                <w:attr w:name="ProductID" w:val="4 cm"/>
              </w:smartTagPr>
              <w:r>
                <w:t>4</w:t>
              </w:r>
              <w:r w:rsidRPr="004F0416">
                <w:t xml:space="preserve"> cm</w:t>
              </w:r>
            </w:smartTag>
            <w:r w:rsidRPr="004F0416">
              <w:t xml:space="preserve"> , dla KR- </w:t>
            </w:r>
            <w:r>
              <w:t>-2</w:t>
            </w:r>
          </w:p>
          <w:p w:rsidR="00DA5953" w:rsidRPr="004F0416" w:rsidRDefault="00DA5953" w:rsidP="00541D7C">
            <w:pPr>
              <w:shd w:val="clear" w:color="auto" w:fill="FFFFFF"/>
              <w:ind w:right="235" w:firstLine="10"/>
            </w:pPr>
          </w:p>
        </w:tc>
        <w:tc>
          <w:tcPr>
            <w:tcW w:w="708" w:type="dxa"/>
          </w:tcPr>
          <w:p w:rsidR="00DA5953" w:rsidRPr="004F0416" w:rsidRDefault="00DA5953" w:rsidP="00B80AD4">
            <w:pPr>
              <w:shd w:val="clear" w:color="auto" w:fill="FFFFFF"/>
              <w:jc w:val="center"/>
            </w:pPr>
          </w:p>
          <w:p w:rsidR="00DA5953" w:rsidRPr="004F0416" w:rsidRDefault="00DA5953" w:rsidP="00B80AD4">
            <w:pPr>
              <w:shd w:val="clear" w:color="auto" w:fill="FFFFFF"/>
              <w:jc w:val="center"/>
            </w:pPr>
          </w:p>
          <w:p w:rsidR="00DA5953" w:rsidRPr="004F0416" w:rsidRDefault="00DA5953" w:rsidP="00B80AD4">
            <w:pPr>
              <w:shd w:val="clear" w:color="auto" w:fill="FFFFFF"/>
            </w:pPr>
          </w:p>
          <w:p w:rsidR="00DA5953" w:rsidRPr="004F0416" w:rsidRDefault="00DA5953" w:rsidP="00B80AD4">
            <w:pPr>
              <w:shd w:val="clear" w:color="auto" w:fill="FFFFFF"/>
              <w:jc w:val="center"/>
              <w:rPr>
                <w:vertAlign w:val="superscript"/>
              </w:rPr>
            </w:pPr>
            <w:r w:rsidRPr="004F0416">
              <w:t>m</w:t>
            </w:r>
            <w:r w:rsidRPr="004F0416">
              <w:rPr>
                <w:vertAlign w:val="superscript"/>
              </w:rPr>
              <w:t>2</w:t>
            </w:r>
          </w:p>
        </w:tc>
        <w:tc>
          <w:tcPr>
            <w:tcW w:w="922" w:type="dxa"/>
            <w:vAlign w:val="bottom"/>
          </w:tcPr>
          <w:p w:rsidR="00DA5953" w:rsidRPr="004F0416" w:rsidRDefault="00DA5953" w:rsidP="00B80AD4">
            <w:pPr>
              <w:shd w:val="clear" w:color="auto" w:fill="FFFFFF"/>
              <w:jc w:val="center"/>
            </w:pPr>
            <w:r>
              <w:t>428,00</w:t>
            </w:r>
          </w:p>
        </w:tc>
        <w:tc>
          <w:tcPr>
            <w:tcW w:w="782" w:type="dxa"/>
            <w:vAlign w:val="bottom"/>
          </w:tcPr>
          <w:p w:rsidR="00DA5953" w:rsidRPr="004F0416" w:rsidRDefault="00DA5953" w:rsidP="00574B71">
            <w:pPr>
              <w:pStyle w:val="BodyText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DA5953" w:rsidRPr="004F0416" w:rsidRDefault="00DA5953" w:rsidP="00574B71">
            <w:pPr>
              <w:pStyle w:val="BodyText"/>
              <w:jc w:val="left"/>
              <w:rPr>
                <w:sz w:val="20"/>
                <w:szCs w:val="20"/>
              </w:rPr>
            </w:pPr>
          </w:p>
        </w:tc>
      </w:tr>
      <w:tr w:rsidR="00DA5953" w:rsidRPr="004F0416">
        <w:trPr>
          <w:cantSplit/>
        </w:trPr>
        <w:tc>
          <w:tcPr>
            <w:tcW w:w="424" w:type="dxa"/>
            <w:tcBorders>
              <w:left w:val="nil"/>
              <w:bottom w:val="nil"/>
              <w:right w:val="nil"/>
            </w:tcBorders>
          </w:tcPr>
          <w:p w:rsidR="00DA5953" w:rsidRPr="004F0416" w:rsidRDefault="00DA5953" w:rsidP="004B58B6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left w:val="nil"/>
              <w:bottom w:val="nil"/>
              <w:right w:val="nil"/>
            </w:tcBorders>
          </w:tcPr>
          <w:p w:rsidR="00DA5953" w:rsidRPr="004F0416" w:rsidRDefault="00DA5953"/>
        </w:tc>
        <w:tc>
          <w:tcPr>
            <w:tcW w:w="3685" w:type="dxa"/>
            <w:tcBorders>
              <w:right w:val="nil"/>
            </w:tcBorders>
          </w:tcPr>
          <w:p w:rsidR="00DA5953" w:rsidRPr="004F0416" w:rsidRDefault="00DA5953" w:rsidP="00DA5DE8">
            <w:r w:rsidRPr="004F0416">
              <w:t>Razem</w:t>
            </w:r>
          </w:p>
        </w:tc>
        <w:tc>
          <w:tcPr>
            <w:tcW w:w="708" w:type="dxa"/>
            <w:tcBorders>
              <w:left w:val="nil"/>
              <w:right w:val="nil"/>
            </w:tcBorders>
          </w:tcPr>
          <w:p w:rsidR="00DA5953" w:rsidRPr="004F0416" w:rsidRDefault="00DA5953" w:rsidP="00AC14C0">
            <w:pPr>
              <w:shd w:val="clear" w:color="auto" w:fill="FFFFFF"/>
              <w:jc w:val="center"/>
            </w:pPr>
          </w:p>
        </w:tc>
        <w:tc>
          <w:tcPr>
            <w:tcW w:w="922" w:type="dxa"/>
            <w:tcBorders>
              <w:left w:val="nil"/>
              <w:right w:val="nil"/>
            </w:tcBorders>
          </w:tcPr>
          <w:p w:rsidR="00DA5953" w:rsidRPr="004F0416" w:rsidRDefault="00DA5953" w:rsidP="00EF350D">
            <w:pPr>
              <w:shd w:val="clear" w:color="auto" w:fill="FFFFFF"/>
            </w:pPr>
          </w:p>
        </w:tc>
        <w:tc>
          <w:tcPr>
            <w:tcW w:w="782" w:type="dxa"/>
            <w:tcBorders>
              <w:left w:val="nil"/>
            </w:tcBorders>
          </w:tcPr>
          <w:p w:rsidR="00DA5953" w:rsidRPr="004F0416" w:rsidRDefault="00DA5953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A5953" w:rsidRPr="004F0416" w:rsidRDefault="00DA5953" w:rsidP="00574B71">
            <w:pPr>
              <w:pStyle w:val="BodyText"/>
              <w:jc w:val="left"/>
              <w:rPr>
                <w:sz w:val="20"/>
                <w:szCs w:val="20"/>
              </w:rPr>
            </w:pPr>
          </w:p>
        </w:tc>
      </w:tr>
      <w:tr w:rsidR="00DA5953" w:rsidRPr="004F0416">
        <w:trPr>
          <w:cantSplit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DA5953" w:rsidRPr="004F0416" w:rsidRDefault="00DA5953" w:rsidP="004B58B6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A5953" w:rsidRPr="004F0416" w:rsidRDefault="00DA5953"/>
        </w:tc>
        <w:tc>
          <w:tcPr>
            <w:tcW w:w="3685" w:type="dxa"/>
            <w:tcBorders>
              <w:right w:val="nil"/>
            </w:tcBorders>
          </w:tcPr>
          <w:p w:rsidR="00DA5953" w:rsidRPr="004F0416" w:rsidRDefault="00DA5953" w:rsidP="00C47E37">
            <w:r w:rsidRPr="004F0416">
              <w:t>Podatek VAT – 23 %</w:t>
            </w:r>
          </w:p>
        </w:tc>
        <w:tc>
          <w:tcPr>
            <w:tcW w:w="708" w:type="dxa"/>
            <w:tcBorders>
              <w:left w:val="nil"/>
              <w:right w:val="nil"/>
            </w:tcBorders>
          </w:tcPr>
          <w:p w:rsidR="00DA5953" w:rsidRPr="004F0416" w:rsidRDefault="00DA5953" w:rsidP="00AC14C0">
            <w:pPr>
              <w:shd w:val="clear" w:color="auto" w:fill="FFFFFF"/>
              <w:jc w:val="center"/>
            </w:pPr>
          </w:p>
        </w:tc>
        <w:tc>
          <w:tcPr>
            <w:tcW w:w="922" w:type="dxa"/>
            <w:tcBorders>
              <w:left w:val="nil"/>
              <w:right w:val="nil"/>
            </w:tcBorders>
          </w:tcPr>
          <w:p w:rsidR="00DA5953" w:rsidRPr="004F0416" w:rsidRDefault="00DA5953" w:rsidP="00EF350D">
            <w:pPr>
              <w:shd w:val="clear" w:color="auto" w:fill="FFFFFF"/>
            </w:pPr>
          </w:p>
        </w:tc>
        <w:tc>
          <w:tcPr>
            <w:tcW w:w="782" w:type="dxa"/>
            <w:tcBorders>
              <w:left w:val="nil"/>
            </w:tcBorders>
          </w:tcPr>
          <w:p w:rsidR="00DA5953" w:rsidRPr="004F0416" w:rsidRDefault="00DA5953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A5953" w:rsidRPr="004F0416" w:rsidRDefault="00DA5953" w:rsidP="00574B71">
            <w:pPr>
              <w:pStyle w:val="BodyText"/>
              <w:jc w:val="left"/>
              <w:rPr>
                <w:sz w:val="20"/>
                <w:szCs w:val="20"/>
              </w:rPr>
            </w:pPr>
          </w:p>
        </w:tc>
      </w:tr>
      <w:tr w:rsidR="00DA5953" w:rsidRPr="004F0416">
        <w:trPr>
          <w:cantSplit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DA5953" w:rsidRPr="004F0416" w:rsidRDefault="00DA5953" w:rsidP="004B58B6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A5953" w:rsidRPr="004F0416" w:rsidRDefault="00DA5953"/>
        </w:tc>
        <w:tc>
          <w:tcPr>
            <w:tcW w:w="3685" w:type="dxa"/>
            <w:tcBorders>
              <w:right w:val="nil"/>
            </w:tcBorders>
          </w:tcPr>
          <w:p w:rsidR="00DA5953" w:rsidRPr="004F0416" w:rsidRDefault="00DA5953" w:rsidP="00DA5DE8">
            <w:r w:rsidRPr="004F0416">
              <w:t>Ogółem</w:t>
            </w:r>
          </w:p>
        </w:tc>
        <w:tc>
          <w:tcPr>
            <w:tcW w:w="708" w:type="dxa"/>
            <w:tcBorders>
              <w:left w:val="nil"/>
              <w:right w:val="nil"/>
            </w:tcBorders>
          </w:tcPr>
          <w:p w:rsidR="00DA5953" w:rsidRPr="004F0416" w:rsidRDefault="00DA5953" w:rsidP="00AC14C0">
            <w:pPr>
              <w:shd w:val="clear" w:color="auto" w:fill="FFFFFF"/>
              <w:jc w:val="center"/>
            </w:pPr>
          </w:p>
        </w:tc>
        <w:tc>
          <w:tcPr>
            <w:tcW w:w="922" w:type="dxa"/>
            <w:tcBorders>
              <w:left w:val="nil"/>
              <w:right w:val="nil"/>
            </w:tcBorders>
          </w:tcPr>
          <w:p w:rsidR="00DA5953" w:rsidRPr="004F0416" w:rsidRDefault="00DA5953" w:rsidP="00EF350D">
            <w:pPr>
              <w:shd w:val="clear" w:color="auto" w:fill="FFFFFF"/>
            </w:pPr>
          </w:p>
        </w:tc>
        <w:tc>
          <w:tcPr>
            <w:tcW w:w="782" w:type="dxa"/>
            <w:tcBorders>
              <w:left w:val="nil"/>
            </w:tcBorders>
          </w:tcPr>
          <w:p w:rsidR="00DA5953" w:rsidRPr="004F0416" w:rsidRDefault="00DA5953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A5953" w:rsidRPr="004F0416" w:rsidRDefault="00DA5953" w:rsidP="00574B71">
            <w:pPr>
              <w:pStyle w:val="BodyText"/>
              <w:rPr>
                <w:b/>
                <w:bCs/>
                <w:sz w:val="20"/>
                <w:szCs w:val="20"/>
              </w:rPr>
            </w:pPr>
          </w:p>
        </w:tc>
      </w:tr>
    </w:tbl>
    <w:p w:rsidR="00DA5953" w:rsidRPr="004F0416" w:rsidRDefault="00DA5953">
      <w:pPr>
        <w:pStyle w:val="PlainText"/>
      </w:pPr>
    </w:p>
    <w:p w:rsidR="00DA5953" w:rsidRPr="004F0416" w:rsidRDefault="00DA5953" w:rsidP="00A43251">
      <w:pPr>
        <w:pStyle w:val="PlainText"/>
        <w:ind w:left="1134"/>
        <w:rPr>
          <w:rFonts w:ascii="Times New Roman" w:hAnsi="Times New Roman" w:cs="Times New Roman"/>
        </w:rPr>
      </w:pPr>
      <w:r w:rsidRPr="004F0416">
        <w:rPr>
          <w:rFonts w:ascii="Times New Roman" w:hAnsi="Times New Roman" w:cs="Times New Roman"/>
        </w:rPr>
        <w:t>Słownie</w:t>
      </w:r>
      <w:r>
        <w:rPr>
          <w:rFonts w:ascii="Times New Roman" w:hAnsi="Times New Roman" w:cs="Times New Roman"/>
        </w:rPr>
        <w:t xml:space="preserve"> </w:t>
      </w:r>
      <w:r w:rsidRPr="004F0416">
        <w:rPr>
          <w:rFonts w:ascii="Times New Roman" w:hAnsi="Times New Roman" w:cs="Times New Roman"/>
        </w:rPr>
        <w:t>:</w:t>
      </w:r>
    </w:p>
    <w:p w:rsidR="00DA5953" w:rsidRPr="004F0416" w:rsidRDefault="00DA5953">
      <w:pPr>
        <w:pStyle w:val="PlainText"/>
        <w:ind w:left="1134"/>
        <w:rPr>
          <w:rFonts w:ascii="Times New Roman" w:hAnsi="Times New Roman" w:cs="Times New Roman"/>
        </w:rPr>
      </w:pPr>
    </w:p>
    <w:sectPr w:rsidR="00DA5953" w:rsidRPr="004F0416" w:rsidSect="0098055C">
      <w:footerReference w:type="default" r:id="rId7"/>
      <w:pgSz w:w="11906" w:h="16838"/>
      <w:pgMar w:top="1417" w:right="1152" w:bottom="1417" w:left="1152" w:header="708" w:footer="708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5953" w:rsidRDefault="00DA5953">
      <w:r>
        <w:separator/>
      </w:r>
    </w:p>
  </w:endnote>
  <w:endnote w:type="continuationSeparator" w:id="0">
    <w:p w:rsidR="00DA5953" w:rsidRDefault="00DA59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953" w:rsidRDefault="00DA5953" w:rsidP="0098055C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DA5953" w:rsidRDefault="00DA5953" w:rsidP="0098055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5953" w:rsidRDefault="00DA5953">
      <w:r>
        <w:separator/>
      </w:r>
    </w:p>
  </w:footnote>
  <w:footnote w:type="continuationSeparator" w:id="0">
    <w:p w:rsidR="00DA5953" w:rsidRDefault="00DA59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670B7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55D93B02"/>
    <w:multiLevelType w:val="hybridMultilevel"/>
    <w:tmpl w:val="0F4E7F36"/>
    <w:lvl w:ilvl="0" w:tplc="5762B62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41D677E"/>
    <w:multiLevelType w:val="hybridMultilevel"/>
    <w:tmpl w:val="138EA4CE"/>
    <w:lvl w:ilvl="0" w:tplc="3A7AC47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E743755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2143"/>
    <w:rsid w:val="000022AB"/>
    <w:rsid w:val="00005D20"/>
    <w:rsid w:val="00012A94"/>
    <w:rsid w:val="0001615D"/>
    <w:rsid w:val="000267C2"/>
    <w:rsid w:val="0003604B"/>
    <w:rsid w:val="00057EDE"/>
    <w:rsid w:val="00076F43"/>
    <w:rsid w:val="0008514A"/>
    <w:rsid w:val="000A069D"/>
    <w:rsid w:val="000A67E7"/>
    <w:rsid w:val="000C02B8"/>
    <w:rsid w:val="000D32B0"/>
    <w:rsid w:val="000D5700"/>
    <w:rsid w:val="000D6007"/>
    <w:rsid w:val="000D61EA"/>
    <w:rsid w:val="000F75FC"/>
    <w:rsid w:val="001035B0"/>
    <w:rsid w:val="001073FD"/>
    <w:rsid w:val="00110AA4"/>
    <w:rsid w:val="001154E4"/>
    <w:rsid w:val="0012096E"/>
    <w:rsid w:val="001238A0"/>
    <w:rsid w:val="001312B8"/>
    <w:rsid w:val="00140BF5"/>
    <w:rsid w:val="00154091"/>
    <w:rsid w:val="00157058"/>
    <w:rsid w:val="001637F9"/>
    <w:rsid w:val="0016526A"/>
    <w:rsid w:val="001668C0"/>
    <w:rsid w:val="00171879"/>
    <w:rsid w:val="00172788"/>
    <w:rsid w:val="00173EB8"/>
    <w:rsid w:val="00183463"/>
    <w:rsid w:val="00191052"/>
    <w:rsid w:val="0019436E"/>
    <w:rsid w:val="00195843"/>
    <w:rsid w:val="001A1866"/>
    <w:rsid w:val="001B61E6"/>
    <w:rsid w:val="001C28DC"/>
    <w:rsid w:val="001C78B4"/>
    <w:rsid w:val="001F1A68"/>
    <w:rsid w:val="001F2A70"/>
    <w:rsid w:val="001F63B9"/>
    <w:rsid w:val="00221A44"/>
    <w:rsid w:val="00232503"/>
    <w:rsid w:val="002506F1"/>
    <w:rsid w:val="0025094A"/>
    <w:rsid w:val="002616F3"/>
    <w:rsid w:val="002670C6"/>
    <w:rsid w:val="002712EB"/>
    <w:rsid w:val="002712EE"/>
    <w:rsid w:val="002955ED"/>
    <w:rsid w:val="002B292C"/>
    <w:rsid w:val="002D2844"/>
    <w:rsid w:val="002D284E"/>
    <w:rsid w:val="002D78A6"/>
    <w:rsid w:val="002E4683"/>
    <w:rsid w:val="002E6D45"/>
    <w:rsid w:val="0030330E"/>
    <w:rsid w:val="003042D1"/>
    <w:rsid w:val="003149D3"/>
    <w:rsid w:val="003242B2"/>
    <w:rsid w:val="003511B9"/>
    <w:rsid w:val="00353213"/>
    <w:rsid w:val="0035715F"/>
    <w:rsid w:val="00360959"/>
    <w:rsid w:val="0037658A"/>
    <w:rsid w:val="00376EFE"/>
    <w:rsid w:val="0038091A"/>
    <w:rsid w:val="0038370B"/>
    <w:rsid w:val="00391E7E"/>
    <w:rsid w:val="003C05E3"/>
    <w:rsid w:val="003C259D"/>
    <w:rsid w:val="003E11C2"/>
    <w:rsid w:val="003F7781"/>
    <w:rsid w:val="00405A51"/>
    <w:rsid w:val="00432875"/>
    <w:rsid w:val="00437420"/>
    <w:rsid w:val="00450259"/>
    <w:rsid w:val="00457A83"/>
    <w:rsid w:val="00462B0D"/>
    <w:rsid w:val="004656A4"/>
    <w:rsid w:val="00470C4F"/>
    <w:rsid w:val="004720EA"/>
    <w:rsid w:val="00492909"/>
    <w:rsid w:val="004969E4"/>
    <w:rsid w:val="004B1F96"/>
    <w:rsid w:val="004B58B6"/>
    <w:rsid w:val="004C160C"/>
    <w:rsid w:val="004C323D"/>
    <w:rsid w:val="004C734D"/>
    <w:rsid w:val="004D4374"/>
    <w:rsid w:val="004F0416"/>
    <w:rsid w:val="004F228A"/>
    <w:rsid w:val="004F4590"/>
    <w:rsid w:val="00502782"/>
    <w:rsid w:val="00502F17"/>
    <w:rsid w:val="005031DA"/>
    <w:rsid w:val="00531A8C"/>
    <w:rsid w:val="00541D7C"/>
    <w:rsid w:val="0054543B"/>
    <w:rsid w:val="00563036"/>
    <w:rsid w:val="00563CFF"/>
    <w:rsid w:val="005657D2"/>
    <w:rsid w:val="005664F3"/>
    <w:rsid w:val="00574B71"/>
    <w:rsid w:val="0058000C"/>
    <w:rsid w:val="0058681F"/>
    <w:rsid w:val="00590E79"/>
    <w:rsid w:val="005C29D9"/>
    <w:rsid w:val="005C3670"/>
    <w:rsid w:val="005D2A50"/>
    <w:rsid w:val="005E28D7"/>
    <w:rsid w:val="006066A9"/>
    <w:rsid w:val="00607714"/>
    <w:rsid w:val="00622090"/>
    <w:rsid w:val="00622E7A"/>
    <w:rsid w:val="00631820"/>
    <w:rsid w:val="006436A1"/>
    <w:rsid w:val="006572EE"/>
    <w:rsid w:val="006A7F56"/>
    <w:rsid w:val="006B1F6A"/>
    <w:rsid w:val="006B22D0"/>
    <w:rsid w:val="006C489D"/>
    <w:rsid w:val="006D52E5"/>
    <w:rsid w:val="006E2143"/>
    <w:rsid w:val="006E68EC"/>
    <w:rsid w:val="007004A8"/>
    <w:rsid w:val="00713171"/>
    <w:rsid w:val="0072778C"/>
    <w:rsid w:val="00733626"/>
    <w:rsid w:val="0076128D"/>
    <w:rsid w:val="007701E2"/>
    <w:rsid w:val="00777E4B"/>
    <w:rsid w:val="007A1F88"/>
    <w:rsid w:val="007D5451"/>
    <w:rsid w:val="007E44DF"/>
    <w:rsid w:val="007E779E"/>
    <w:rsid w:val="00801870"/>
    <w:rsid w:val="00824485"/>
    <w:rsid w:val="00826DEF"/>
    <w:rsid w:val="0082782B"/>
    <w:rsid w:val="0086313C"/>
    <w:rsid w:val="008B16F2"/>
    <w:rsid w:val="008B4E1E"/>
    <w:rsid w:val="008C2FB7"/>
    <w:rsid w:val="008C4917"/>
    <w:rsid w:val="008C5DD9"/>
    <w:rsid w:val="008D00F4"/>
    <w:rsid w:val="008E10A9"/>
    <w:rsid w:val="008E2168"/>
    <w:rsid w:val="008E4721"/>
    <w:rsid w:val="008E5A63"/>
    <w:rsid w:val="008F7342"/>
    <w:rsid w:val="009167FF"/>
    <w:rsid w:val="00946EAE"/>
    <w:rsid w:val="009731AA"/>
    <w:rsid w:val="0098055C"/>
    <w:rsid w:val="009A2263"/>
    <w:rsid w:val="009B625C"/>
    <w:rsid w:val="009C406E"/>
    <w:rsid w:val="009D22A4"/>
    <w:rsid w:val="009D612D"/>
    <w:rsid w:val="009F3E5F"/>
    <w:rsid w:val="00A02E23"/>
    <w:rsid w:val="00A03D86"/>
    <w:rsid w:val="00A0739D"/>
    <w:rsid w:val="00A216D1"/>
    <w:rsid w:val="00A26309"/>
    <w:rsid w:val="00A37A3F"/>
    <w:rsid w:val="00A43251"/>
    <w:rsid w:val="00A4654A"/>
    <w:rsid w:val="00A525DB"/>
    <w:rsid w:val="00A53327"/>
    <w:rsid w:val="00A55F3A"/>
    <w:rsid w:val="00A73518"/>
    <w:rsid w:val="00A766DF"/>
    <w:rsid w:val="00A778FE"/>
    <w:rsid w:val="00A87BDE"/>
    <w:rsid w:val="00A9626F"/>
    <w:rsid w:val="00AB1BD8"/>
    <w:rsid w:val="00AC14C0"/>
    <w:rsid w:val="00AD2687"/>
    <w:rsid w:val="00AD5519"/>
    <w:rsid w:val="00AD5E8F"/>
    <w:rsid w:val="00AE0FA3"/>
    <w:rsid w:val="00AE5295"/>
    <w:rsid w:val="00AF5F07"/>
    <w:rsid w:val="00B02ACD"/>
    <w:rsid w:val="00B0314A"/>
    <w:rsid w:val="00B10FAC"/>
    <w:rsid w:val="00B22E0A"/>
    <w:rsid w:val="00B45DD9"/>
    <w:rsid w:val="00B76C59"/>
    <w:rsid w:val="00B80AD4"/>
    <w:rsid w:val="00B83334"/>
    <w:rsid w:val="00BA739E"/>
    <w:rsid w:val="00BB3CCF"/>
    <w:rsid w:val="00BE04AC"/>
    <w:rsid w:val="00BE17DA"/>
    <w:rsid w:val="00BE1ED8"/>
    <w:rsid w:val="00BE2180"/>
    <w:rsid w:val="00C42990"/>
    <w:rsid w:val="00C4791E"/>
    <w:rsid w:val="00C47E37"/>
    <w:rsid w:val="00C5374D"/>
    <w:rsid w:val="00C55A00"/>
    <w:rsid w:val="00C5612E"/>
    <w:rsid w:val="00C7309E"/>
    <w:rsid w:val="00C926FC"/>
    <w:rsid w:val="00CD2BB4"/>
    <w:rsid w:val="00CD5CB6"/>
    <w:rsid w:val="00CF0D6D"/>
    <w:rsid w:val="00D20010"/>
    <w:rsid w:val="00D57E7E"/>
    <w:rsid w:val="00D67EC3"/>
    <w:rsid w:val="00D75DA7"/>
    <w:rsid w:val="00DA5953"/>
    <w:rsid w:val="00DA5DE8"/>
    <w:rsid w:val="00DC7C6E"/>
    <w:rsid w:val="00DD6F25"/>
    <w:rsid w:val="00DE1394"/>
    <w:rsid w:val="00DE64A2"/>
    <w:rsid w:val="00DF3CCC"/>
    <w:rsid w:val="00DF41BA"/>
    <w:rsid w:val="00E045A5"/>
    <w:rsid w:val="00E1627C"/>
    <w:rsid w:val="00E2085F"/>
    <w:rsid w:val="00E22F5B"/>
    <w:rsid w:val="00E23BB5"/>
    <w:rsid w:val="00E3296B"/>
    <w:rsid w:val="00E374EB"/>
    <w:rsid w:val="00E37F00"/>
    <w:rsid w:val="00E50A62"/>
    <w:rsid w:val="00E528A2"/>
    <w:rsid w:val="00E71D48"/>
    <w:rsid w:val="00E861D0"/>
    <w:rsid w:val="00EB004C"/>
    <w:rsid w:val="00EB4F24"/>
    <w:rsid w:val="00ED2D2C"/>
    <w:rsid w:val="00ED7419"/>
    <w:rsid w:val="00EE368C"/>
    <w:rsid w:val="00EF350D"/>
    <w:rsid w:val="00F058A0"/>
    <w:rsid w:val="00F06B37"/>
    <w:rsid w:val="00F224A3"/>
    <w:rsid w:val="00F24F9D"/>
    <w:rsid w:val="00F27B8A"/>
    <w:rsid w:val="00F33A98"/>
    <w:rsid w:val="00F40699"/>
    <w:rsid w:val="00F44624"/>
    <w:rsid w:val="00F46D57"/>
    <w:rsid w:val="00F6298F"/>
    <w:rsid w:val="00F63A4C"/>
    <w:rsid w:val="00FB4A5B"/>
    <w:rsid w:val="00FC07AC"/>
    <w:rsid w:val="00FC38ED"/>
    <w:rsid w:val="00FC3CCF"/>
    <w:rsid w:val="00FD30FC"/>
    <w:rsid w:val="00FD4493"/>
    <w:rsid w:val="00FE509E"/>
    <w:rsid w:val="00FE74D1"/>
    <w:rsid w:val="00FF1180"/>
    <w:rsid w:val="00FF2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26F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9626F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57058"/>
    <w:rPr>
      <w:rFonts w:ascii="Cambria" w:hAnsi="Cambria" w:cs="Cambria"/>
      <w:b/>
      <w:bCs/>
      <w:kern w:val="32"/>
      <w:sz w:val="32"/>
      <w:szCs w:val="32"/>
    </w:rPr>
  </w:style>
  <w:style w:type="paragraph" w:styleId="PlainText">
    <w:name w:val="Plain Text"/>
    <w:basedOn w:val="Normal"/>
    <w:link w:val="PlainTextChar"/>
    <w:uiPriority w:val="99"/>
    <w:rsid w:val="00A9626F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157058"/>
    <w:rPr>
      <w:rFonts w:ascii="Courier New" w:hAnsi="Courier New" w:cs="Courier New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A9626F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157058"/>
    <w:rPr>
      <w:rFonts w:cs="Times New Roman"/>
      <w:sz w:val="2"/>
      <w:szCs w:val="2"/>
    </w:rPr>
  </w:style>
  <w:style w:type="paragraph" w:styleId="BodyText">
    <w:name w:val="Body Text"/>
    <w:basedOn w:val="Normal"/>
    <w:link w:val="BodyTextChar"/>
    <w:uiPriority w:val="99"/>
    <w:rsid w:val="00A9626F"/>
    <w:pPr>
      <w:jc w:val="center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57058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98055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57058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98055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C32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2875"/>
    <w:rPr>
      <w:rFonts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149</Words>
  <Characters>900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Kosztorys Inwestorski</dc:title>
  <dc:subject/>
  <dc:creator>Kazimierz Baran</dc:creator>
  <cp:keywords/>
  <dc:description/>
  <cp:lastModifiedBy>Stasio</cp:lastModifiedBy>
  <cp:revision>2</cp:revision>
  <cp:lastPrinted>2016-01-09T09:44:00Z</cp:lastPrinted>
  <dcterms:created xsi:type="dcterms:W3CDTF">2017-09-12T10:17:00Z</dcterms:created>
  <dcterms:modified xsi:type="dcterms:W3CDTF">2017-09-12T10:17:00Z</dcterms:modified>
</cp:coreProperties>
</file>